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1C150" w14:textId="77777777" w:rsidR="007059DA" w:rsidRPr="007059DA" w:rsidRDefault="007059DA" w:rsidP="007059DA">
      <w:pPr>
        <w:jc w:val="center"/>
        <w:rPr>
          <w:rFonts w:ascii="Calibri" w:hAnsi="Calibri" w:cs="Calibri"/>
          <w:b/>
          <w:i/>
          <w:szCs w:val="24"/>
        </w:rPr>
      </w:pPr>
      <w:proofErr w:type="gramStart"/>
      <w:r w:rsidRPr="007059DA">
        <w:rPr>
          <w:rFonts w:ascii="Calibri" w:hAnsi="Calibri" w:cs="Calibri"/>
          <w:b/>
          <w:i/>
          <w:szCs w:val="24"/>
        </w:rPr>
        <w:t>(</w:t>
      </w:r>
      <w:r w:rsidR="002240B2">
        <w:rPr>
          <w:rFonts w:ascii="Calibri" w:hAnsi="Calibri" w:cs="Calibri"/>
          <w:b/>
          <w:i/>
          <w:szCs w:val="24"/>
        </w:rPr>
        <w:t xml:space="preserve"> </w:t>
      </w:r>
      <w:r w:rsidRPr="007059DA">
        <w:rPr>
          <w:rFonts w:ascii="Calibri" w:hAnsi="Calibri" w:cs="Calibri"/>
          <w:b/>
          <w:i/>
          <w:szCs w:val="24"/>
        </w:rPr>
        <w:t>Modello</w:t>
      </w:r>
      <w:proofErr w:type="gramEnd"/>
      <w:r w:rsidRPr="007059DA">
        <w:rPr>
          <w:rFonts w:ascii="Calibri" w:hAnsi="Calibri" w:cs="Calibri"/>
          <w:b/>
          <w:i/>
          <w:szCs w:val="24"/>
        </w:rPr>
        <w:t xml:space="preserve"> Nota Debito </w:t>
      </w:r>
      <w:r>
        <w:rPr>
          <w:rFonts w:ascii="Calibri" w:hAnsi="Calibri" w:cs="Calibri"/>
          <w:b/>
          <w:i/>
          <w:szCs w:val="24"/>
        </w:rPr>
        <w:t>saldo</w:t>
      </w:r>
      <w:r w:rsidRPr="007059DA">
        <w:rPr>
          <w:rFonts w:ascii="Calibri" w:hAnsi="Calibri" w:cs="Calibri"/>
          <w:b/>
          <w:i/>
          <w:szCs w:val="24"/>
        </w:rPr>
        <w:t xml:space="preserve"> finanziamenti Fondo Nuove Competenze</w:t>
      </w:r>
      <w:r w:rsidR="002240B2">
        <w:rPr>
          <w:rFonts w:ascii="Calibri" w:hAnsi="Calibri" w:cs="Calibri"/>
          <w:b/>
          <w:i/>
          <w:szCs w:val="24"/>
        </w:rPr>
        <w:t xml:space="preserve"> III </w:t>
      </w:r>
      <w:r w:rsidRPr="007059DA">
        <w:rPr>
          <w:rFonts w:ascii="Calibri" w:hAnsi="Calibri" w:cs="Calibri"/>
          <w:b/>
          <w:i/>
          <w:szCs w:val="24"/>
        </w:rPr>
        <w:t>)</w:t>
      </w:r>
    </w:p>
    <w:p w14:paraId="6EE1F9E5" w14:textId="77777777" w:rsidR="007059DA" w:rsidRDefault="007059DA">
      <w:pPr>
        <w:rPr>
          <w:rFonts w:ascii="Calibri" w:hAnsi="Calibri" w:cs="Calibri"/>
          <w:b/>
          <w:i/>
          <w:szCs w:val="24"/>
        </w:rPr>
      </w:pPr>
    </w:p>
    <w:p w14:paraId="6E3CAC3E" w14:textId="77777777" w:rsidR="007059DA" w:rsidRDefault="007059DA">
      <w:pPr>
        <w:rPr>
          <w:rFonts w:ascii="Calibri" w:hAnsi="Calibri" w:cs="Calibri"/>
          <w:b/>
          <w:i/>
          <w:szCs w:val="24"/>
        </w:rPr>
      </w:pPr>
    </w:p>
    <w:p w14:paraId="28A8AFA6" w14:textId="77777777" w:rsidR="00A66926" w:rsidRPr="004E0F4A" w:rsidRDefault="00A66926" w:rsidP="007059DA">
      <w:pPr>
        <w:jc w:val="center"/>
        <w:rPr>
          <w:rFonts w:ascii="Calibri" w:hAnsi="Calibri" w:cs="Calibri"/>
          <w:b/>
          <w:i/>
          <w:szCs w:val="24"/>
        </w:rPr>
      </w:pPr>
      <w:r w:rsidRPr="004E0F4A">
        <w:rPr>
          <w:rFonts w:ascii="Calibri" w:hAnsi="Calibri" w:cs="Calibri"/>
          <w:b/>
          <w:i/>
          <w:szCs w:val="24"/>
        </w:rPr>
        <w:t>Carta intestata azienda</w:t>
      </w:r>
    </w:p>
    <w:p w14:paraId="6A674726" w14:textId="77777777" w:rsidR="00A66926" w:rsidRPr="004E0F4A" w:rsidRDefault="00A669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color w:val="FF0000"/>
          <w:szCs w:val="24"/>
        </w:rPr>
      </w:pPr>
    </w:p>
    <w:bookmarkStart w:id="0" w:name="_Hlk123555229"/>
    <w:p w14:paraId="17216076" w14:textId="77777777" w:rsidR="00A66926" w:rsidRPr="004E0F4A" w:rsidRDefault="00AF371C" w:rsidP="0001120A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noProof/>
          <w:szCs w:val="24"/>
        </w:rPr>
      </w:r>
      <w:r>
        <w:rPr>
          <w:rFonts w:ascii="Calibri" w:hAnsi="Calibri" w:cs="Calibri"/>
          <w:szCs w:val="24"/>
        </w:rPr>
        <w:pict w14:anchorId="18777D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width:95.05pt;height:65.2pt;mso-position-horizontal-relative:char;mso-position-vertical-relative:line">
            <v:imagedata r:id="rId11" o:title=""/>
            <w10:wrap type="none"/>
            <w10:anchorlock/>
          </v:shape>
        </w:pict>
      </w:r>
      <w:bookmarkEnd w:id="0"/>
    </w:p>
    <w:p w14:paraId="767E58AB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</w:p>
    <w:p w14:paraId="681C9519" w14:textId="77777777" w:rsidR="00A66926" w:rsidRPr="004E0F4A" w:rsidRDefault="00A66926" w:rsidP="00291FFD">
      <w:pPr>
        <w:tabs>
          <w:tab w:val="clear" w:pos="2835"/>
          <w:tab w:val="left" w:pos="5760"/>
          <w:tab w:val="left" w:pos="6210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  <w:t>Spettabile</w:t>
      </w:r>
      <w:r w:rsidRPr="004E0F4A">
        <w:rPr>
          <w:rFonts w:ascii="Calibri" w:hAnsi="Calibri" w:cs="Calibri"/>
          <w:b/>
          <w:szCs w:val="24"/>
        </w:rPr>
        <w:tab/>
      </w:r>
    </w:p>
    <w:p w14:paraId="2B90DF63" w14:textId="77777777" w:rsidR="00A66926" w:rsidRPr="004E0F4A" w:rsidRDefault="00291FFD" w:rsidP="00291FFD">
      <w:pPr>
        <w:tabs>
          <w:tab w:val="clear" w:pos="2835"/>
          <w:tab w:val="left" w:pos="5760"/>
          <w:tab w:val="left" w:pos="6210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="00A66926" w:rsidRPr="004E0F4A">
        <w:rPr>
          <w:rFonts w:ascii="Calibri" w:hAnsi="Calibri" w:cs="Calibri"/>
          <w:b/>
          <w:szCs w:val="24"/>
        </w:rPr>
        <w:t>FONDIMPRESA</w:t>
      </w:r>
    </w:p>
    <w:p w14:paraId="6FD6A3BE" w14:textId="77777777" w:rsidR="00A66926" w:rsidRPr="004E0F4A" w:rsidRDefault="00A66926" w:rsidP="00291FFD">
      <w:pPr>
        <w:tabs>
          <w:tab w:val="clear" w:pos="2835"/>
          <w:tab w:val="left" w:pos="5760"/>
          <w:tab w:val="left" w:pos="6210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18549481" w14:textId="77777777" w:rsidR="004C6ECB" w:rsidRPr="004E0F4A" w:rsidRDefault="00291FFD" w:rsidP="004C6ECB">
      <w:pPr>
        <w:ind w:left="5387"/>
        <w:rPr>
          <w:rFonts w:ascii="Calibri" w:hAnsi="Calibri" w:cs="Calibri"/>
          <w:snapToGrid w:val="0"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7FD1E2AA" w14:textId="77777777" w:rsidR="004C6ECB" w:rsidRPr="004E0F4A" w:rsidRDefault="004C6ECB" w:rsidP="004C6ECB">
      <w:pPr>
        <w:ind w:left="5387"/>
        <w:rPr>
          <w:rFonts w:ascii="Calibri" w:hAnsi="Calibri" w:cs="Calibri"/>
          <w:b/>
          <w:bCs/>
          <w:snapToGrid w:val="0"/>
          <w:szCs w:val="24"/>
        </w:rPr>
      </w:pPr>
      <w:r w:rsidRPr="004E0F4A">
        <w:rPr>
          <w:rFonts w:ascii="Calibri" w:hAnsi="Calibri" w:cs="Calibri"/>
          <w:snapToGrid w:val="0"/>
          <w:szCs w:val="24"/>
        </w:rPr>
        <w:tab/>
        <w:t xml:space="preserve">  </w:t>
      </w:r>
      <w:r w:rsidRPr="004E0F4A">
        <w:rPr>
          <w:rFonts w:ascii="Calibri" w:hAnsi="Calibri" w:cs="Calibri"/>
          <w:b/>
          <w:bCs/>
          <w:snapToGrid w:val="0"/>
          <w:szCs w:val="24"/>
        </w:rPr>
        <w:t xml:space="preserve">Via dei Villini 3/A </w:t>
      </w:r>
    </w:p>
    <w:p w14:paraId="31F190BD" w14:textId="77777777" w:rsidR="00A66926" w:rsidRPr="004E0F4A" w:rsidRDefault="004C6ECB" w:rsidP="004C6ECB">
      <w:pPr>
        <w:ind w:left="5387"/>
        <w:rPr>
          <w:rFonts w:ascii="Calibri" w:hAnsi="Calibri" w:cs="Calibri"/>
          <w:snapToGrid w:val="0"/>
          <w:szCs w:val="24"/>
        </w:rPr>
      </w:pPr>
      <w:r w:rsidRPr="004E0F4A">
        <w:rPr>
          <w:rFonts w:ascii="Calibri" w:hAnsi="Calibri" w:cs="Calibri"/>
          <w:b/>
          <w:bCs/>
          <w:snapToGrid w:val="0"/>
          <w:szCs w:val="24"/>
        </w:rPr>
        <w:tab/>
        <w:t xml:space="preserve">  00161 - Roma</w:t>
      </w:r>
      <w:r w:rsidR="00A66926" w:rsidRPr="004E0F4A">
        <w:rPr>
          <w:rFonts w:ascii="Calibri" w:hAnsi="Calibri" w:cs="Calibri"/>
          <w:b/>
          <w:szCs w:val="24"/>
        </w:rPr>
        <w:tab/>
      </w:r>
    </w:p>
    <w:p w14:paraId="1B4A7B9A" w14:textId="77777777" w:rsidR="00A66926" w:rsidRPr="004E0F4A" w:rsidRDefault="00291FFD" w:rsidP="00291FFD">
      <w:pPr>
        <w:tabs>
          <w:tab w:val="clear" w:pos="2835"/>
          <w:tab w:val="left" w:pos="5760"/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="004C6ECB" w:rsidRPr="004E0F4A">
        <w:rPr>
          <w:rFonts w:ascii="Calibri" w:hAnsi="Calibri" w:cs="Calibri"/>
          <w:b/>
          <w:szCs w:val="24"/>
        </w:rPr>
        <w:tab/>
      </w:r>
      <w:r w:rsidR="00A66926" w:rsidRPr="004E0F4A">
        <w:rPr>
          <w:rFonts w:ascii="Calibri" w:hAnsi="Calibri" w:cs="Calibri"/>
          <w:b/>
          <w:szCs w:val="24"/>
        </w:rPr>
        <w:t>C.F. 97278470584</w:t>
      </w:r>
      <w:r w:rsidR="00A66926" w:rsidRPr="004E0F4A">
        <w:rPr>
          <w:rFonts w:ascii="Calibri" w:hAnsi="Calibri" w:cs="Calibri"/>
          <w:b/>
          <w:szCs w:val="24"/>
        </w:rPr>
        <w:tab/>
      </w:r>
    </w:p>
    <w:p w14:paraId="13748DBA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796DD6AF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05D1E7AC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60B15AC5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Città, li</w:t>
      </w:r>
      <w:r w:rsidRPr="004E0F4A">
        <w:rPr>
          <w:rFonts w:ascii="Calibri" w:hAnsi="Calibri" w:cs="Calibri"/>
          <w:b/>
          <w:szCs w:val="24"/>
        </w:rPr>
        <w:tab/>
        <w:t>(data)</w:t>
      </w:r>
      <w:r w:rsidRPr="004E0F4A">
        <w:rPr>
          <w:rFonts w:ascii="Calibri" w:hAnsi="Calibri" w:cs="Calibri"/>
          <w:b/>
          <w:szCs w:val="24"/>
        </w:rPr>
        <w:tab/>
      </w:r>
    </w:p>
    <w:p w14:paraId="0EF414A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44C82EE4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4EBBC8D4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15144B5A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 xml:space="preserve">Richiesta rimborso </w:t>
      </w:r>
      <w:r w:rsidR="00B173B2">
        <w:rPr>
          <w:rFonts w:ascii="Calibri" w:hAnsi="Calibri" w:cs="Calibri"/>
          <w:b/>
          <w:szCs w:val="24"/>
        </w:rPr>
        <w:t xml:space="preserve">a saldo </w:t>
      </w:r>
      <w:r w:rsidRPr="004E0F4A">
        <w:rPr>
          <w:rFonts w:ascii="Calibri" w:hAnsi="Calibri" w:cs="Calibri"/>
          <w:b/>
          <w:szCs w:val="24"/>
        </w:rPr>
        <w:t>della quota a carico Fondimpresa</w:t>
      </w:r>
    </w:p>
    <w:p w14:paraId="469B8979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Piano formativo contraddistinto dal codice</w:t>
      </w:r>
      <w:r w:rsidR="004E0F4A" w:rsidRPr="004E0F4A">
        <w:rPr>
          <w:rFonts w:ascii="Calibri" w:hAnsi="Calibri" w:cs="Calibri"/>
          <w:b/>
          <w:szCs w:val="24"/>
        </w:rPr>
        <w:t xml:space="preserve"> ID </w:t>
      </w:r>
      <w:r w:rsidRPr="004E0F4A">
        <w:rPr>
          <w:rFonts w:ascii="Calibri" w:hAnsi="Calibri" w:cs="Calibri"/>
          <w:b/>
          <w:szCs w:val="24"/>
        </w:rPr>
        <w:t>_____</w:t>
      </w:r>
      <w:r w:rsidR="00454C81">
        <w:rPr>
          <w:rFonts w:ascii="Calibri" w:hAnsi="Calibri" w:cs="Calibri"/>
          <w:b/>
          <w:szCs w:val="24"/>
        </w:rPr>
        <w:t xml:space="preserve">___ </w:t>
      </w:r>
      <w:r w:rsidR="0037714B">
        <w:rPr>
          <w:rFonts w:ascii="Calibri" w:hAnsi="Calibri" w:cs="Calibri"/>
          <w:b/>
          <w:szCs w:val="24"/>
        </w:rPr>
        <w:t>FNC</w:t>
      </w:r>
      <w:r w:rsidR="00EF4F75">
        <w:rPr>
          <w:rFonts w:ascii="Calibri" w:hAnsi="Calibri" w:cs="Calibri"/>
          <w:b/>
          <w:szCs w:val="24"/>
        </w:rPr>
        <w:t xml:space="preserve"> III</w:t>
      </w:r>
    </w:p>
    <w:p w14:paraId="57F5AF43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0751820C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</w:p>
    <w:p w14:paraId="5CF6BEA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00FC1024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  <w:t xml:space="preserve">                        Totale</w:t>
      </w:r>
      <w:r w:rsidRPr="004E0F4A">
        <w:rPr>
          <w:rFonts w:ascii="Calibri" w:hAnsi="Calibri" w:cs="Calibri"/>
          <w:b/>
          <w:szCs w:val="24"/>
        </w:rPr>
        <w:tab/>
        <w:t>€</w:t>
      </w:r>
      <w:r w:rsidRPr="004E0F4A">
        <w:rPr>
          <w:rFonts w:ascii="Calibri" w:hAnsi="Calibri" w:cs="Calibri"/>
          <w:b/>
          <w:szCs w:val="24"/>
        </w:rPr>
        <w:tab/>
        <w:t>0,00</w:t>
      </w:r>
      <w:r w:rsidRPr="004E0F4A">
        <w:rPr>
          <w:rFonts w:ascii="Calibri" w:hAnsi="Calibri" w:cs="Calibri"/>
          <w:b/>
          <w:szCs w:val="24"/>
        </w:rPr>
        <w:tab/>
      </w:r>
    </w:p>
    <w:p w14:paraId="6103ECE6" w14:textId="77777777" w:rsidR="004E0F4A" w:rsidRPr="004E0F4A" w:rsidRDefault="00A66926" w:rsidP="004E0F4A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6EA419C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</w:p>
    <w:p w14:paraId="287D037E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5EFBAE58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ind w:left="70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785C614C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 xml:space="preserve">“Fuori campo applicazione IVA ai sensi dell'art. 2, </w:t>
      </w:r>
    </w:p>
    <w:p w14:paraId="0B0DA011" w14:textId="77777777" w:rsidR="00A66926" w:rsidRPr="004E0F4A" w:rsidRDefault="00A66926">
      <w:pPr>
        <w:tabs>
          <w:tab w:val="left" w:pos="6210"/>
          <w:tab w:val="left" w:pos="7053"/>
          <w:tab w:val="left" w:pos="9078"/>
        </w:tabs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>comma 3, lettera a) del DPR 633/72”</w:t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p w14:paraId="24C25E9B" w14:textId="77777777" w:rsidR="00A66926" w:rsidRPr="004E0F4A" w:rsidRDefault="00A66926">
      <w:pPr>
        <w:ind w:left="900" w:right="-285" w:hanging="900"/>
        <w:rPr>
          <w:rFonts w:ascii="Calibri" w:hAnsi="Calibri" w:cs="Calibri"/>
          <w:szCs w:val="24"/>
        </w:rPr>
      </w:pPr>
    </w:p>
    <w:p w14:paraId="4FB41D26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rPr>
          <w:rFonts w:ascii="Calibri" w:hAnsi="Calibri" w:cs="Calibri"/>
          <w:szCs w:val="24"/>
        </w:rPr>
      </w:pPr>
    </w:p>
    <w:p w14:paraId="4BCF2786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jc w:val="left"/>
        <w:rPr>
          <w:rFonts w:ascii="Calibri" w:hAnsi="Calibri" w:cs="Calibri"/>
          <w:b/>
          <w:szCs w:val="24"/>
        </w:rPr>
      </w:pPr>
    </w:p>
    <w:p w14:paraId="652C2F05" w14:textId="77777777" w:rsidR="00A66926" w:rsidRPr="004E0F4A" w:rsidRDefault="00A66926">
      <w:pPr>
        <w:tabs>
          <w:tab w:val="clear" w:pos="2835"/>
          <w:tab w:val="left" w:pos="3240"/>
        </w:tabs>
        <w:ind w:left="900" w:right="-285" w:hanging="900"/>
        <w:jc w:val="left"/>
        <w:rPr>
          <w:rFonts w:ascii="Calibri" w:hAnsi="Calibri" w:cs="Calibri"/>
          <w:b/>
          <w:szCs w:val="24"/>
        </w:rPr>
      </w:pP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  <w:r w:rsidRPr="004E0F4A">
        <w:rPr>
          <w:rFonts w:ascii="Calibri" w:hAnsi="Calibri" w:cs="Calibri"/>
          <w:b/>
          <w:szCs w:val="24"/>
        </w:rPr>
        <w:tab/>
      </w:r>
    </w:p>
    <w:sectPr w:rsidR="00A66926" w:rsidRPr="004E0F4A" w:rsidSect="007D19B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440" w:right="1701" w:bottom="1985" w:left="1418" w:header="113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1A90D" w14:textId="77777777" w:rsidR="000D0FE7" w:rsidRDefault="000D0FE7">
      <w:r>
        <w:separator/>
      </w:r>
    </w:p>
  </w:endnote>
  <w:endnote w:type="continuationSeparator" w:id="0">
    <w:p w14:paraId="648189E4" w14:textId="77777777" w:rsidR="000D0FE7" w:rsidRDefault="000D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T">
    <w:altName w:val="Tahoma"/>
    <w:charset w:val="00"/>
    <w:family w:val="swiss"/>
    <w:pitch w:val="variable"/>
    <w:sig w:usb0="00000007" w:usb1="00000000" w:usb2="00000000" w:usb3="00000000" w:csb0="000000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B267" w14:textId="77777777" w:rsidR="00A66926" w:rsidRDefault="00A6692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14:paraId="3A8CFAFA" w14:textId="77777777" w:rsidR="00A66926" w:rsidRDefault="00A669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9E070" w14:textId="77777777" w:rsidR="00A66926" w:rsidRDefault="00A66926">
    <w:pPr>
      <w:pStyle w:val="Pidipagina"/>
      <w:shd w:val="solid" w:color="808080" w:fill="808080"/>
      <w:jc w:val="center"/>
      <w:rPr>
        <w:rFonts w:ascii="Arial" w:hAnsi="Arial"/>
        <w:b/>
        <w:color w:val="FFFFFF"/>
        <w:sz w:val="16"/>
      </w:rPr>
    </w:pPr>
    <w:r>
      <w:rPr>
        <w:rFonts w:ascii="Arial" w:hAnsi="Arial"/>
        <w:b/>
        <w:color w:val="FFFFFF"/>
        <w:sz w:val="16"/>
      </w:rPr>
      <w:t xml:space="preserve">A world of </w:t>
    </w:r>
    <w:proofErr w:type="spellStart"/>
    <w:r>
      <w:rPr>
        <w:rFonts w:ascii="Arial" w:hAnsi="Arial"/>
        <w:b/>
        <w:color w:val="FFFFFF"/>
        <w:sz w:val="16"/>
      </w:rPr>
      <w:t>transport</w:t>
    </w:r>
    <w:proofErr w:type="spellEnd"/>
  </w:p>
  <w:p w14:paraId="0413D0C7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352"/>
      </w:tabs>
      <w:spacing w:line="240" w:lineRule="exact"/>
      <w:ind w:left="-288" w:right="288"/>
      <w:rPr>
        <w:rFonts w:ascii="Courier New" w:hAnsi="Courier New"/>
      </w:rPr>
    </w:pPr>
  </w:p>
  <w:p w14:paraId="073D1C97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820"/>
      </w:tabs>
      <w:spacing w:line="240" w:lineRule="exact"/>
      <w:ind w:right="-32"/>
      <w:jc w:val="center"/>
      <w:rPr>
        <w:rFonts w:ascii="Courier New" w:hAnsi="Courier New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590DE" w14:textId="6A2F7057" w:rsidR="00A66926" w:rsidRDefault="007D19BC" w:rsidP="007D19BC">
    <w:pPr>
      <w:pStyle w:val="Pidipagina"/>
      <w:jc w:val="center"/>
      <w:rPr>
        <w:rStyle w:val="Numeropagina"/>
      </w:rPr>
    </w:pPr>
    <w:r w:rsidRPr="00800E82">
      <w:rPr>
        <w:noProof/>
      </w:rPr>
      <w:pict w14:anchorId="516630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68" type="#_x0000_t75" style="width:367.8pt;height:24pt;visibility:visible;mso-wrap-style:square">
          <v:imagedata r:id="rId1" o:title=""/>
        </v:shape>
      </w:pict>
    </w:r>
  </w:p>
  <w:p w14:paraId="0E33868B" w14:textId="77777777" w:rsidR="00A66926" w:rsidRDefault="00A66926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B1A2E" w14:textId="77777777" w:rsidR="000D0FE7" w:rsidRDefault="000D0FE7">
      <w:r>
        <w:separator/>
      </w:r>
    </w:p>
  </w:footnote>
  <w:footnote w:type="continuationSeparator" w:id="0">
    <w:p w14:paraId="1C3A0291" w14:textId="77777777" w:rsidR="000D0FE7" w:rsidRDefault="000D0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2B28" w14:textId="77777777" w:rsidR="00B64161" w:rsidRDefault="00B64161">
    <w:pPr>
      <w:pStyle w:val="Intestazione"/>
    </w:pPr>
    <w:r>
      <w:rPr>
        <w:noProof/>
      </w:rPr>
      <w:pict w14:anchorId="5B379D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03829" o:spid="_x0000_s1026" type="#_x0000_t136" style="position:absolute;left:0;text-align:left;margin-left:0;margin-top:0;width:413pt;height:206.5pt;rotation:315;z-index:-251658752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2F630" w14:textId="77777777" w:rsidR="00A66926" w:rsidRDefault="00B64161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rPr>
        <w:rFonts w:ascii="Arial" w:hAnsi="Arial"/>
        <w:sz w:val="14"/>
      </w:rPr>
    </w:pPr>
    <w:r>
      <w:rPr>
        <w:noProof/>
      </w:rPr>
      <w:pict w14:anchorId="7F93DB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03830" o:spid="_x0000_s1027" type="#_x0000_t136" style="position:absolute;left:0;text-align:left;margin-left:0;margin-top:0;width:413pt;height:206.5pt;rotation:315;z-index:-251657728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</w:r>
    <w:r w:rsidR="00A66926">
      <w:rPr>
        <w:color w:val="00CCFF"/>
      </w:rPr>
      <w:tab/>
      <w:t xml:space="preserve">          </w:t>
    </w:r>
    <w:r w:rsidR="00A66926">
      <w:rPr>
        <w:color w:val="00CCFF"/>
      </w:rPr>
      <w:pict w14:anchorId="0258BC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10.4pt;height:25.8pt">
          <v:imagedata r:id="rId1" o:title=""/>
        </v:shape>
      </w:pict>
    </w:r>
  </w:p>
  <w:p w14:paraId="4E8B7783" w14:textId="77777777" w:rsidR="00A66926" w:rsidRDefault="00A66926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rPr>
        <w:rFonts w:ascii="Arial" w:hAnsi="Arial"/>
        <w:sz w:val="14"/>
      </w:rPr>
    </w:pPr>
  </w:p>
  <w:p w14:paraId="5774C1F7" w14:textId="77777777" w:rsidR="00A66926" w:rsidRDefault="00A66926">
    <w:pPr>
      <w:tabs>
        <w:tab w:val="clear" w:pos="567"/>
        <w:tab w:val="clear" w:pos="1134"/>
        <w:tab w:val="left" w:pos="576"/>
        <w:tab w:val="left" w:pos="1152"/>
        <w:tab w:val="left" w:pos="1728"/>
        <w:tab w:val="center" w:pos="4032"/>
        <w:tab w:val="left" w:pos="4464"/>
        <w:tab w:val="right" w:pos="8352"/>
      </w:tabs>
      <w:spacing w:line="240" w:lineRule="exact"/>
      <w:ind w:right="288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4403" w14:textId="256DF0CE" w:rsidR="007D19BC" w:rsidRDefault="007D19BC" w:rsidP="00287FD1">
    <w:pPr>
      <w:pStyle w:val="Intestazione"/>
      <w:rPr>
        <w:i/>
        <w:iCs/>
        <w:sz w:val="22"/>
        <w:szCs w:val="22"/>
      </w:rPr>
    </w:pPr>
    <w:r>
      <w:rPr>
        <w:i/>
        <w:iCs/>
        <w:noProof/>
        <w:sz w:val="22"/>
        <w:szCs w:val="22"/>
      </w:rPr>
    </w:r>
    <w:r>
      <w:rPr>
        <w:i/>
        <w:iCs/>
        <w:sz w:val="22"/>
        <w:szCs w:val="22"/>
      </w:rPr>
      <w:pict w14:anchorId="575885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width:70.1pt;height:24.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  <w:r>
      <w:rPr>
        <w:i/>
        <w:iCs/>
        <w:sz w:val="22"/>
        <w:szCs w:val="22"/>
      </w:rPr>
      <w:t xml:space="preserve">                                                                                                                    </w:t>
    </w:r>
    <w:r w:rsidRPr="00800E82">
      <w:rPr>
        <w:noProof/>
      </w:rPr>
      <w:pict w14:anchorId="445F1F77">
        <v:shape id="Immagine 2" o:spid="_x0000_i1030" type="#_x0000_t75" style="width:50.4pt;height:43.2pt;visibility:visible;mso-wrap-style:square">
          <v:imagedata r:id="rId2" o:title=""/>
        </v:shape>
      </w:pict>
    </w:r>
    <w:r>
      <w:rPr>
        <w:i/>
        <w:iCs/>
        <w:sz w:val="22"/>
        <w:szCs w:val="22"/>
      </w:rPr>
      <w:t xml:space="preserve">             </w:t>
    </w:r>
  </w:p>
  <w:p w14:paraId="3C3C37D4" w14:textId="5E613C25" w:rsidR="007D19BC" w:rsidRDefault="007D19BC" w:rsidP="00287FD1">
    <w:pPr>
      <w:pStyle w:val="Intestazione"/>
      <w:rPr>
        <w:i/>
        <w:iCs/>
        <w:sz w:val="22"/>
        <w:szCs w:val="22"/>
      </w:rPr>
    </w:pPr>
    <w:r>
      <w:rPr>
        <w:i/>
        <w:iCs/>
        <w:sz w:val="22"/>
        <w:szCs w:val="22"/>
      </w:rPr>
      <w:t xml:space="preserve">                                                                                             </w:t>
    </w:r>
  </w:p>
  <w:p w14:paraId="67DFB999" w14:textId="06927918" w:rsidR="00287FD1" w:rsidRPr="007D19BC" w:rsidRDefault="00287FD1" w:rsidP="00287FD1">
    <w:pPr>
      <w:pStyle w:val="Intestazione"/>
      <w:rPr>
        <w:i/>
        <w:iCs/>
        <w:sz w:val="22"/>
        <w:szCs w:val="22"/>
      </w:rPr>
    </w:pPr>
    <w:proofErr w:type="spellStart"/>
    <w:r w:rsidRPr="007D19BC">
      <w:rPr>
        <w:i/>
        <w:iCs/>
        <w:sz w:val="22"/>
        <w:szCs w:val="22"/>
      </w:rPr>
      <w:t>Fondimpresa</w:t>
    </w:r>
    <w:proofErr w:type="spellEnd"/>
    <w:r w:rsidRPr="007D19BC">
      <w:rPr>
        <w:i/>
        <w:iCs/>
        <w:sz w:val="22"/>
        <w:szCs w:val="22"/>
      </w:rPr>
      <w:t>: Guida alla gestione Piani CF FNC</w:t>
    </w:r>
    <w:r w:rsidRPr="007D19BC">
      <w:rPr>
        <w:i/>
        <w:iCs/>
        <w:sz w:val="22"/>
        <w:szCs w:val="22"/>
      </w:rPr>
      <w:tab/>
    </w:r>
    <w:r w:rsidR="002240B2" w:rsidRPr="007D19BC">
      <w:rPr>
        <w:i/>
        <w:iCs/>
        <w:sz w:val="22"/>
        <w:szCs w:val="22"/>
      </w:rPr>
      <w:t xml:space="preserve"> </w:t>
    </w:r>
    <w:r w:rsidR="007D19BC" w:rsidRPr="007D19BC">
      <w:rPr>
        <w:i/>
        <w:iCs/>
        <w:sz w:val="22"/>
        <w:szCs w:val="22"/>
      </w:rPr>
      <w:t xml:space="preserve">Terza </w:t>
    </w:r>
    <w:proofErr w:type="spellStart"/>
    <w:r w:rsidR="007D19BC" w:rsidRPr="007D19BC">
      <w:rPr>
        <w:i/>
        <w:iCs/>
        <w:sz w:val="22"/>
        <w:szCs w:val="22"/>
      </w:rPr>
      <w:t>Edizone</w:t>
    </w:r>
    <w:proofErr w:type="spellEnd"/>
    <w:r w:rsidR="007D19BC" w:rsidRPr="007D19BC">
      <w:rPr>
        <w:i/>
        <w:iCs/>
        <w:sz w:val="22"/>
        <w:szCs w:val="22"/>
      </w:rPr>
      <w:t xml:space="preserve"> </w:t>
    </w:r>
    <w:r w:rsidR="007D19BC">
      <w:rPr>
        <w:i/>
        <w:iCs/>
        <w:sz w:val="22"/>
        <w:szCs w:val="22"/>
      </w:rPr>
      <w:t xml:space="preserve">        </w:t>
    </w:r>
    <w:r w:rsidRPr="007D19BC">
      <w:rPr>
        <w:i/>
        <w:iCs/>
        <w:sz w:val="22"/>
        <w:szCs w:val="22"/>
      </w:rPr>
      <w:tab/>
      <w:t xml:space="preserve">Modello n. 13 </w:t>
    </w:r>
    <w:r w:rsidRPr="007D19BC">
      <w:rPr>
        <w:i/>
        <w:sz w:val="22"/>
        <w:szCs w:val="22"/>
      </w:rPr>
      <w:t>- Pubblica distribuzione</w:t>
    </w:r>
  </w:p>
  <w:p w14:paraId="0CE012E7" w14:textId="77777777" w:rsidR="00B64161" w:rsidRDefault="00B64161">
    <w:pPr>
      <w:pStyle w:val="Intestazione"/>
    </w:pPr>
    <w:r>
      <w:rPr>
        <w:noProof/>
      </w:rPr>
      <w:pict w14:anchorId="664CEF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903828" o:spid="_x0000_s1025" type="#_x0000_t136" style="position:absolute;left:0;text-align:left;margin-left:0;margin-top:0;width:413pt;height:206.5pt;rotation:315;z-index:-251659776;mso-position-horizontal:center;mso-position-horizontal-relative:margin;mso-position-vertical:center;mso-position-vertical-relative:margin" o:allowincell="f" fillcolor="#aeaaaa" stroked="f">
          <v:fill opacity=".5"/>
          <v:textpath style="font-family:&quot;Aptos&quot;;font-size:1pt" string="FNCIII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F7765E"/>
    <w:multiLevelType w:val="singleLevel"/>
    <w:tmpl w:val="265ACE30"/>
    <w:lvl w:ilvl="0">
      <w:start w:val="1988"/>
      <w:numFmt w:val="bullet"/>
      <w:lvlText w:val="-"/>
      <w:lvlJc w:val="left"/>
      <w:pPr>
        <w:tabs>
          <w:tab w:val="num" w:pos="737"/>
        </w:tabs>
        <w:ind w:left="737" w:hanging="567"/>
      </w:pPr>
      <w:rPr>
        <w:rFonts w:hint="default"/>
      </w:rPr>
    </w:lvl>
  </w:abstractNum>
  <w:abstractNum w:abstractNumId="1" w15:restartNumberingAfterBreak="0">
    <w:nsid w:val="40EF4932"/>
    <w:multiLevelType w:val="hybridMultilevel"/>
    <w:tmpl w:val="8A623A98"/>
    <w:lvl w:ilvl="0" w:tplc="82FEB2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F9"/>
    <w:multiLevelType w:val="hybridMultilevel"/>
    <w:tmpl w:val="5DE6A07A"/>
    <w:lvl w:ilvl="0" w:tplc="95A44190">
      <w:start w:val="5"/>
      <w:numFmt w:val="bullet"/>
      <w:pStyle w:val="StileTitolo1TimesNewRoman13ptMaiuscoletto"/>
      <w:lvlText w:val="-"/>
      <w:lvlJc w:val="left"/>
      <w:pPr>
        <w:tabs>
          <w:tab w:val="num" w:pos="420"/>
        </w:tabs>
        <w:ind w:left="420" w:hanging="360"/>
      </w:pPr>
      <w:rPr>
        <w:rFonts w:ascii="CG Omega" w:eastAsia="Times New Roman" w:hAnsi="CG Omeg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076D8"/>
    <w:multiLevelType w:val="hybridMultilevel"/>
    <w:tmpl w:val="E2BE57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B6AB5"/>
    <w:multiLevelType w:val="hybridMultilevel"/>
    <w:tmpl w:val="D59E92A6"/>
    <w:lvl w:ilvl="0" w:tplc="3D5C64B0">
      <w:start w:val="5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 w16cid:durableId="487939895">
    <w:abstractNumId w:val="1"/>
  </w:num>
  <w:num w:numId="2" w16cid:durableId="370106558">
    <w:abstractNumId w:val="0"/>
  </w:num>
  <w:num w:numId="3" w16cid:durableId="656807954">
    <w:abstractNumId w:val="3"/>
  </w:num>
  <w:num w:numId="4" w16cid:durableId="270556232">
    <w:abstractNumId w:val="2"/>
  </w:num>
  <w:num w:numId="5" w16cid:durableId="2109884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FFD"/>
    <w:rsid w:val="0001120A"/>
    <w:rsid w:val="000D0FE7"/>
    <w:rsid w:val="001310DB"/>
    <w:rsid w:val="001579B3"/>
    <w:rsid w:val="001F1857"/>
    <w:rsid w:val="00214FDB"/>
    <w:rsid w:val="002240B2"/>
    <w:rsid w:val="002643A0"/>
    <w:rsid w:val="00287FD1"/>
    <w:rsid w:val="00291FFD"/>
    <w:rsid w:val="00327859"/>
    <w:rsid w:val="00345385"/>
    <w:rsid w:val="0037714B"/>
    <w:rsid w:val="003A08E3"/>
    <w:rsid w:val="004146E1"/>
    <w:rsid w:val="00454C81"/>
    <w:rsid w:val="004A0103"/>
    <w:rsid w:val="004C5C83"/>
    <w:rsid w:val="004C6ECB"/>
    <w:rsid w:val="004E0F4A"/>
    <w:rsid w:val="00637228"/>
    <w:rsid w:val="006823EB"/>
    <w:rsid w:val="006A0531"/>
    <w:rsid w:val="006D4391"/>
    <w:rsid w:val="007059DA"/>
    <w:rsid w:val="007D19BC"/>
    <w:rsid w:val="007D44B3"/>
    <w:rsid w:val="007D74F8"/>
    <w:rsid w:val="008557CA"/>
    <w:rsid w:val="00A66926"/>
    <w:rsid w:val="00AF371C"/>
    <w:rsid w:val="00B173B2"/>
    <w:rsid w:val="00B64161"/>
    <w:rsid w:val="00C37272"/>
    <w:rsid w:val="00CF6E07"/>
    <w:rsid w:val="00D1489D"/>
    <w:rsid w:val="00DF2B5F"/>
    <w:rsid w:val="00E038BB"/>
    <w:rsid w:val="00E046AC"/>
    <w:rsid w:val="00E74B0A"/>
    <w:rsid w:val="00EC6FBF"/>
    <w:rsid w:val="00EF4F75"/>
    <w:rsid w:val="00EF5AB0"/>
    <w:rsid w:val="00F02EC0"/>
    <w:rsid w:val="00FC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56B84D9"/>
  <w15:chartTrackingRefBased/>
  <w15:docId w15:val="{275914F3-ED87-4302-A79C-07D104994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center"/>
      <w:outlineLvl w:val="1"/>
    </w:pPr>
  </w:style>
  <w:style w:type="paragraph" w:styleId="Titolo3">
    <w:name w:val="heading 3"/>
    <w:basedOn w:val="Normale"/>
    <w:next w:val="Normale"/>
    <w:qFormat/>
    <w:pPr>
      <w:keepNext/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  <w:outlineLvl w:val="2"/>
    </w:pPr>
    <w:rPr>
      <w:rFonts w:ascii="FuturaT" w:hAnsi="FuturaT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2"/>
    </w:rPr>
  </w:style>
  <w:style w:type="character" w:styleId="Numeropagina">
    <w:name w:val="page number"/>
    <w:rPr>
      <w:rFonts w:ascii="Times New Roman" w:hAnsi="Times New Roman"/>
      <w:sz w:val="22"/>
    </w:rPr>
  </w:style>
  <w:style w:type="paragraph" w:styleId="Intestazione">
    <w:name w:val="header"/>
    <w:basedOn w:val="Normale"/>
    <w:link w:val="IntestazioneCarattere"/>
    <w:pPr>
      <w:tabs>
        <w:tab w:val="clear" w:pos="567"/>
        <w:tab w:val="clear" w:pos="1134"/>
        <w:tab w:val="clear" w:pos="1701"/>
        <w:tab w:val="clear" w:pos="2268"/>
        <w:tab w:val="clear" w:pos="2835"/>
        <w:tab w:val="center" w:pos="4819"/>
        <w:tab w:val="right" w:pos="9638"/>
      </w:tabs>
    </w:pPr>
  </w:style>
  <w:style w:type="paragraph" w:styleId="Rientrocorpodeltesto2">
    <w:name w:val="Body Text Indent 2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right="720" w:firstLine="708"/>
    </w:pPr>
    <w:rPr>
      <w:rFonts w:ascii="Verdana" w:hAnsi="Verdana"/>
      <w:sz w:val="22"/>
      <w:szCs w:val="22"/>
      <w:lang w:val="en-US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">
    <w:name w:val="Corpo del testo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</w:pPr>
  </w:style>
  <w:style w:type="paragraph" w:styleId="Rientrocorpodeltesto">
    <w:name w:val="Body Text Indent"/>
    <w:basedOn w:val="Normale"/>
    <w:pPr>
      <w:tabs>
        <w:tab w:val="clear" w:pos="567"/>
        <w:tab w:val="clear" w:pos="1134"/>
        <w:tab w:val="clear" w:pos="1701"/>
        <w:tab w:val="clear" w:pos="2268"/>
        <w:tab w:val="clear" w:pos="2835"/>
      </w:tabs>
      <w:ind w:firstLine="708"/>
    </w:pPr>
    <w:rPr>
      <w:rFonts w:ascii="FuturaT" w:hAnsi="FuturaT"/>
    </w:rPr>
  </w:style>
  <w:style w:type="paragraph" w:styleId="Testonotaapidipagina">
    <w:name w:val="footnote text"/>
    <w:basedOn w:val="Normale"/>
    <w:semiHidden/>
    <w:pPr>
      <w:tabs>
        <w:tab w:val="clear" w:pos="567"/>
        <w:tab w:val="clear" w:pos="1134"/>
        <w:tab w:val="clear" w:pos="1701"/>
        <w:tab w:val="clear" w:pos="2268"/>
        <w:tab w:val="clear" w:pos="2835"/>
      </w:tabs>
      <w:jc w:val="left"/>
    </w:pPr>
    <w:rPr>
      <w:sz w:val="20"/>
    </w:rPr>
  </w:style>
  <w:style w:type="character" w:styleId="Rimandonotaapidipagina">
    <w:name w:val="footnote reference"/>
    <w:semiHidden/>
    <w:rPr>
      <w:vertAlign w:val="superscript"/>
    </w:rPr>
  </w:style>
  <w:style w:type="character" w:styleId="Testosegnaposto">
    <w:name w:val="Placeholder Text"/>
    <w:uiPriority w:val="99"/>
    <w:semiHidden/>
    <w:rsid w:val="004E0F4A"/>
    <w:rPr>
      <w:color w:val="808080"/>
    </w:rPr>
  </w:style>
  <w:style w:type="paragraph" w:customStyle="1" w:styleId="StileTitolo1TimesNewRoman13ptMaiuscoletto">
    <w:name w:val="Stile Titolo 1 + Times New Roman 13 pt Maiuscoletto"/>
    <w:basedOn w:val="Titolo1"/>
    <w:autoRedefine/>
    <w:pPr>
      <w:widowControl w:val="0"/>
      <w:numPr>
        <w:numId w:val="4"/>
      </w:numPr>
      <w:tabs>
        <w:tab w:val="clear" w:pos="567"/>
        <w:tab w:val="clear" w:pos="1134"/>
        <w:tab w:val="clear" w:pos="1701"/>
        <w:tab w:val="clear" w:pos="2268"/>
        <w:tab w:val="clear" w:pos="2835"/>
      </w:tabs>
      <w:adjustRightInd w:val="0"/>
      <w:spacing w:before="0" w:after="0" w:line="360" w:lineRule="auto"/>
      <w:jc w:val="left"/>
      <w:textAlignment w:val="baseline"/>
    </w:pPr>
    <w:rPr>
      <w:rFonts w:eastAsia="SimSun"/>
      <w:kern w:val="0"/>
      <w:sz w:val="22"/>
      <w:szCs w:val="22"/>
    </w:rPr>
  </w:style>
  <w:style w:type="paragraph" w:customStyle="1" w:styleId="StyleStileTitolo1TimesNewRoman13ptMaiuscolettoCentered">
    <w:name w:val="Style Stile Titolo 1 + Times New Roman 13 pt Maiuscoletto + Centered"/>
    <w:basedOn w:val="StileTitolo1TimesNewRoman13ptMaiuscoletto"/>
    <w:rPr>
      <w:rFonts w:cs="Times New Roman"/>
    </w:rPr>
  </w:style>
  <w:style w:type="character" w:customStyle="1" w:styleId="IntestazioneCarattere">
    <w:name w:val="Intestazione Carattere"/>
    <w:link w:val="Intestazione"/>
    <w:rsid w:val="00287F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o1gf\Desktop\FILE%20IVECO\Modelli%20Iveco\MODELLO%20GIUS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09D8A22759747BC4EB5B431A9504A" ma:contentTypeVersion="15" ma:contentTypeDescription="Creare un nuovo documento." ma:contentTypeScope="" ma:versionID="dbdf0965a0e346b8a24b3479659a0f3e">
  <xsd:schema xmlns:xsd="http://www.w3.org/2001/XMLSchema" xmlns:xs="http://www.w3.org/2001/XMLSchema" xmlns:p="http://schemas.microsoft.com/office/2006/metadata/properties" xmlns:ns2="dcfcdefc-f0c7-4ae5-8fda-0d2d566c4582" xmlns:ns3="80ed1a06-a60d-423c-9db6-30520ad4f889" targetNamespace="http://schemas.microsoft.com/office/2006/metadata/properties" ma:root="true" ma:fieldsID="619af22ba7406a5bde9c6004778f7794" ns2:_="" ns3:_="">
    <xsd:import namespace="dcfcdefc-f0c7-4ae5-8fda-0d2d566c4582"/>
    <xsd:import namespace="80ed1a06-a60d-423c-9db6-30520ad4f8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defc-f0c7-4ae5-8fda-0d2d566c45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Colonna per tutti i valori di tassonomia" ma:hidden="true" ma:list="{52b63ea8-7e9e-4aff-a053-3e3e3c438f4d}" ma:internalName="TaxCatchAll" ma:showField="CatchAllData" ma:web="dcfcdefc-f0c7-4ae5-8fda-0d2d566c45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d1a06-a60d-423c-9db6-30520ad4f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c3c9a098-4398-40ae-a640-d46f9fa7b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d1a06-a60d-423c-9db6-30520ad4f889">
      <Terms xmlns="http://schemas.microsoft.com/office/infopath/2007/PartnerControls"/>
    </lcf76f155ced4ddcb4097134ff3c332f>
    <TaxCatchAll xmlns="dcfcdefc-f0c7-4ae5-8fda-0d2d566c4582"/>
  </documentManagement>
</p:properties>
</file>

<file path=customXml/itemProps1.xml><?xml version="1.0" encoding="utf-8"?>
<ds:datastoreItem xmlns:ds="http://schemas.openxmlformats.org/officeDocument/2006/customXml" ds:itemID="{54599F1D-9E08-4C80-8451-C606F99968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A04346-A639-4552-99CD-2CF2578272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4C4ED5-47DD-4290-9C16-F7CBE1A4C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defc-f0c7-4ae5-8fda-0d2d566c4582"/>
    <ds:schemaRef ds:uri="80ed1a06-a60d-423c-9db6-30520ad4f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2F9361-404C-4BCC-B7EB-CE70CA5980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GIUSTO.dot</Template>
  <TotalTime>1</TotalTime>
  <Pages>1</Pages>
  <Words>84</Words>
  <Characters>479</Characters>
  <Application>Microsoft Office Word</Application>
  <DocSecurity>4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Capitale sociale € 322</vt:lpstr>
    </vt:vector>
  </TitlesOfParts>
  <Company>Gruppo FIAT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Capitale sociale € 322</dc:title>
  <dc:subject/>
  <dc:creator>FERRARINI Alan</dc:creator>
  <cp:keywords/>
  <cp:lastModifiedBy>FN 118</cp:lastModifiedBy>
  <cp:revision>2</cp:revision>
  <cp:lastPrinted>2006-07-05T07:12:00Z</cp:lastPrinted>
  <dcterms:created xsi:type="dcterms:W3CDTF">2025-01-31T16:51:00Z</dcterms:created>
  <dcterms:modified xsi:type="dcterms:W3CDTF">2025-01-31T16:51:00Z</dcterms:modified>
</cp:coreProperties>
</file>